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60F91BE1" w:rsidR="00E902EC" w:rsidRPr="00126412" w:rsidRDefault="00E902EC" w:rsidP="00D4228D">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671VZ20-0-00</w:t>
      </w:r>
      <w:r w:rsidR="008A3C7D">
        <w:rPr>
          <w:rFonts w:eastAsia="Times New Roman"/>
          <w:lang w:val="en-US" w:eastAsia="cs-CZ"/>
        </w:rPr>
        <w:t>42</w:t>
      </w:r>
      <w:bookmarkStart w:id="3" w:name="_GoBack"/>
      <w:bookmarkEnd w:id="3"/>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612B5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612B5B"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612B5B">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612B5B">
            <w:rPr>
              <w:b/>
              <w:noProof/>
              <w:color w:val="FF5200" w:themeColor="accent2"/>
            </w:rPr>
            <w:t>18</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612B5B">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612B5B">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612B5B">
            <w:rPr>
              <w:b/>
              <w:noProof/>
              <w:color w:val="FF5200" w:themeColor="accent2"/>
            </w:rPr>
            <w:t>5</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11955"/>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12B5B"/>
    <w:rsid w:val="006331B8"/>
    <w:rsid w:val="00640268"/>
    <w:rsid w:val="0065610E"/>
    <w:rsid w:val="00660AD3"/>
    <w:rsid w:val="006A5570"/>
    <w:rsid w:val="006A689C"/>
    <w:rsid w:val="006B3D79"/>
    <w:rsid w:val="006C240C"/>
    <w:rsid w:val="006E0578"/>
    <w:rsid w:val="006E1E5B"/>
    <w:rsid w:val="006E314D"/>
    <w:rsid w:val="006F5585"/>
    <w:rsid w:val="00710723"/>
    <w:rsid w:val="00713781"/>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A3C7D"/>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541A4C6-77AC-4229-9463-FE076E08B848}">
  <ds:schemaRefs>
    <ds:schemaRef ds:uri="http://www.w3.org/XML/1998/namespace"/>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E91ABD-95B3-4F25-8FD6-BD8588894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2</TotalTime>
  <Pages>5</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9</cp:revision>
  <cp:lastPrinted>2020-02-25T06:37:00Z</cp:lastPrinted>
  <dcterms:created xsi:type="dcterms:W3CDTF">2020-01-23T08:44:00Z</dcterms:created>
  <dcterms:modified xsi:type="dcterms:W3CDTF">2020-02-25T06:37:00Z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